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218"/>
        <w:gridCol w:w="5218"/>
      </w:tblGrid>
      <w:tr w:rsidR="00F94852" w:rsidTr="009E2CCF">
        <w:tc>
          <w:tcPr>
            <w:tcW w:w="5228" w:type="dxa"/>
          </w:tcPr>
          <w:p w:rsidR="00F94852" w:rsidRDefault="009E2CCF" w:rsidP="00F94852">
            <w:pPr>
              <w:spacing w:after="240" w:line="360" w:lineRule="auto"/>
              <w:jc w:val="center"/>
              <w:rPr>
                <w:rFonts w:ascii="Arial" w:hAnsi="Arial" w:cs="Arial"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-25725</wp:posOffset>
                      </wp:positionH>
                      <wp:positionV relativeFrom="paragraph">
                        <wp:posOffset>39380</wp:posOffset>
                      </wp:positionV>
                      <wp:extent cx="222695" cy="290179"/>
                      <wp:effectExtent l="0" t="0" r="25400" b="1524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695" cy="2901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9E2CCF" w:rsidRPr="009E2CCF" w:rsidRDefault="009E2CCF" w:rsidP="009E2CC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</w:pPr>
                                  <w:r w:rsidRPr="009E2CCF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left:0;text-align:left;margin-left:-2.05pt;margin-top:3.1pt;width:17.55pt;height: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" fillcolor="white [3201]" strokeweight=".5pt">
                      <v:textbox inset="0,0,0,0">
                        <w:txbxContent>
                          <w:p w:rsidR="009E2CCF" w:rsidRPr="009E2CCF" w:rsidRDefault="009E2CCF" w:rsidP="009E2C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9E2CCF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2A85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857250</wp:posOffset>
                      </wp:positionV>
                      <wp:extent cx="2886075" cy="739775"/>
                      <wp:effectExtent l="0" t="0" r="28575" b="22225"/>
                      <wp:wrapNone/>
                      <wp:docPr id="9" name="Zone de text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86075" cy="73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F94852" w:rsidRPr="00F94852" w:rsidRDefault="00F94852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1          Paquet de pâtes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ab/>
                                    <w:t xml:space="preserve">           1,20 €</w:t>
                                  </w:r>
                                </w:p>
                                <w:p w:rsidR="00F94852" w:rsidRPr="00F94852" w:rsidRDefault="00F94852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1         Sauce bolognaise               3,50 €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9" o:spid="_x0000_s1027" type="#_x0000_t202" style="position:absolute;left:0;text-align:left;margin-left:13.35pt;margin-top:67.5pt;width:227.25pt;height:5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" fillcolor="white [3201]" strokecolor="white [3212]" strokeweight=".5pt">
                      <v:textbox>
                        <w:txbxContent>
                          <w:p w:rsidR="00F94852" w:rsidRPr="00F94852" w:rsidRDefault="00F94852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>
                              <w:t xml:space="preserve">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1          Paquet de pâtes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ab/>
                              <w:t xml:space="preserve">           1,20 €</w:t>
                            </w:r>
                          </w:p>
                          <w:p w:rsidR="00F94852" w:rsidRPr="00F94852" w:rsidRDefault="00F94852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1         Sauce bolognaise               3,50 €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4852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5CBB23B" wp14:editId="5281665C">
                  <wp:extent cx="2841127" cy="2844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ckets caisse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97"/>
                          <a:stretch/>
                        </pic:blipFill>
                        <pic:spPr bwMode="auto">
                          <a:xfrm>
                            <a:off x="0" y="0"/>
                            <a:ext cx="2841127" cy="28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F94852" w:rsidRDefault="009E2CCF" w:rsidP="00F94852">
            <w:pPr>
              <w:spacing w:after="240" w:line="360" w:lineRule="auto"/>
              <w:jc w:val="center"/>
              <w:rPr>
                <w:rFonts w:ascii="Arial" w:hAnsi="Arial" w:cs="Arial"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1DA0436" wp14:editId="43E05160">
                      <wp:simplePos x="0" y="0"/>
                      <wp:positionH relativeFrom="column">
                        <wp:posOffset>-14013</wp:posOffset>
                      </wp:positionH>
                      <wp:positionV relativeFrom="paragraph">
                        <wp:posOffset>40413</wp:posOffset>
                      </wp:positionV>
                      <wp:extent cx="222695" cy="290179"/>
                      <wp:effectExtent l="0" t="0" r="25400" b="15240"/>
                      <wp:wrapNone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695" cy="2901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9E2CCF" w:rsidRPr="009E2CCF" w:rsidRDefault="009E2CCF" w:rsidP="009E2CC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A0436" id="Zone de texte 15" o:spid="_x0000_s1028" type="#_x0000_t202" style="position:absolute;left:0;text-align:left;margin-left:-1.1pt;margin-top:3.2pt;width:17.55pt;height:2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" fillcolor="white [3201]" strokeweight=".5pt">
                      <v:textbox inset="0,0,0,0">
                        <w:txbxContent>
                          <w:p w:rsidR="009E2CCF" w:rsidRPr="009E2CCF" w:rsidRDefault="009E2CCF" w:rsidP="009E2C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2A85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A202C9" wp14:editId="3851A61F">
                      <wp:simplePos x="0" y="0"/>
                      <wp:positionH relativeFrom="column">
                        <wp:posOffset>4567</wp:posOffset>
                      </wp:positionH>
                      <wp:positionV relativeFrom="paragraph">
                        <wp:posOffset>855750</wp:posOffset>
                      </wp:positionV>
                      <wp:extent cx="3030004" cy="739775"/>
                      <wp:effectExtent l="0" t="0" r="18415" b="22225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30004" cy="73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562A85" w:rsidRPr="00F94852" w:rsidRDefault="00562A85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1          </w:t>
                                  </w:r>
                                  <w:r w:rsidR="005C426C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ot de </w:t>
                                  </w:r>
                                  <w:r w:rsidR="005C426C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steaks</w:t>
                                  </w:r>
                                  <w: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hachés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       </w:t>
                                  </w:r>
                                  <w:r w:rsidR="005C426C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3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,2</w:t>
                                  </w:r>
                                  <w: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5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€</w:t>
                                  </w:r>
                                </w:p>
                                <w:p w:rsidR="00562A85" w:rsidRPr="00F94852" w:rsidRDefault="00562A85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1         </w:t>
                                  </w:r>
                                  <w:r w:rsidR="005C426C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Pot de moutarde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              </w:t>
                                  </w:r>
                                  <w:r w:rsidR="005C426C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  1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,</w:t>
                                  </w:r>
                                  <w:r w:rsidR="005C426C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1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0 €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202C9" id="Zone de texte 10" o:spid="_x0000_s1029" type="#_x0000_t202" style="position:absolute;left:0;text-align:left;margin-left:.35pt;margin-top:67.4pt;width:238.6pt;height:5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" fillcolor="white [3201]" strokecolor="white [3212]" strokeweight=".5pt">
                      <v:textbox>
                        <w:txbxContent>
                          <w:p w:rsidR="00562A85" w:rsidRPr="00F94852" w:rsidRDefault="00562A85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>
                              <w:t xml:space="preserve">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1          </w:t>
                            </w:r>
                            <w:r w:rsidR="005C426C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L</w:t>
                            </w:r>
                            <w: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ot de </w:t>
                            </w:r>
                            <w:r w:rsidR="005C426C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steaks</w:t>
                            </w:r>
                            <w: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hachés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       </w:t>
                            </w:r>
                            <w:r w:rsidR="005C426C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3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,2</w:t>
                            </w:r>
                            <w: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5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€</w:t>
                            </w:r>
                          </w:p>
                          <w:p w:rsidR="00562A85" w:rsidRPr="00F94852" w:rsidRDefault="00562A85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1         </w:t>
                            </w:r>
                            <w:r w:rsidR="005C426C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Pot de moutarde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              </w:t>
                            </w:r>
                            <w:r w:rsidR="005C426C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  1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,</w:t>
                            </w:r>
                            <w:r w:rsidR="005C426C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1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0 €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4852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5CBB23B" wp14:editId="5281665C">
                  <wp:extent cx="2841127" cy="28440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ckets caisse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97"/>
                          <a:stretch/>
                        </pic:blipFill>
                        <pic:spPr bwMode="auto">
                          <a:xfrm>
                            <a:off x="0" y="0"/>
                            <a:ext cx="2841127" cy="28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F94852" w:rsidTr="009E2CCF">
        <w:tc>
          <w:tcPr>
            <w:tcW w:w="5228" w:type="dxa"/>
          </w:tcPr>
          <w:p w:rsidR="00F94852" w:rsidRDefault="009E2CCF" w:rsidP="00F94852">
            <w:pPr>
              <w:spacing w:after="240" w:line="360" w:lineRule="auto"/>
              <w:jc w:val="center"/>
              <w:rPr>
                <w:rFonts w:ascii="Arial" w:hAnsi="Arial" w:cs="Arial"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DA0436" wp14:editId="43E05160">
                      <wp:simplePos x="0" y="0"/>
                      <wp:positionH relativeFrom="column">
                        <wp:posOffset>-29115</wp:posOffset>
                      </wp:positionH>
                      <wp:positionV relativeFrom="paragraph">
                        <wp:posOffset>68175</wp:posOffset>
                      </wp:positionV>
                      <wp:extent cx="222695" cy="290179"/>
                      <wp:effectExtent l="0" t="0" r="25400" b="15240"/>
                      <wp:wrapNone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695" cy="2901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9E2CCF" w:rsidRPr="009E2CCF" w:rsidRDefault="009E2CCF" w:rsidP="009E2CC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A0436" id="Zone de texte 14" o:spid="_x0000_s1030" type="#_x0000_t202" style="position:absolute;left:0;text-align:left;margin-left:-2.3pt;margin-top:5.35pt;width:17.55pt;height:22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" fillcolor="white [3201]" strokeweight=".5pt">
                      <v:textbox inset="0,0,0,0">
                        <w:txbxContent>
                          <w:p w:rsidR="009E2CCF" w:rsidRPr="009E2CCF" w:rsidRDefault="009E2CCF" w:rsidP="009E2C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2A85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A202C9" wp14:editId="3851A61F">
                      <wp:simplePos x="0" y="0"/>
                      <wp:positionH relativeFrom="column">
                        <wp:posOffset>118550</wp:posOffset>
                      </wp:positionH>
                      <wp:positionV relativeFrom="paragraph">
                        <wp:posOffset>948331</wp:posOffset>
                      </wp:positionV>
                      <wp:extent cx="2886075" cy="739775"/>
                      <wp:effectExtent l="0" t="0" r="28575" b="22225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86075" cy="73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562A85" w:rsidRPr="00F94852" w:rsidRDefault="00562A85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1          </w:t>
                                  </w:r>
                                  <w:r w:rsidR="00E06594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Pull hiver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ab/>
                                    <w:t xml:space="preserve">           </w:t>
                                  </w:r>
                                  <w:r w:rsidR="00E06594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        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1</w:t>
                                  </w:r>
                                  <w:r w:rsidR="00E06594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9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,</w:t>
                                  </w:r>
                                  <w:r w:rsidR="001638DA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2</w:t>
                                  </w:r>
                                  <w:r w:rsidR="00E06594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5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€</w:t>
                                  </w:r>
                                </w:p>
                                <w:p w:rsidR="00562A85" w:rsidRPr="00F94852" w:rsidRDefault="00562A85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1         Sauce bolognaise               3,50 €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202C9" id="Zone de texte 11" o:spid="_x0000_s1031" type="#_x0000_t202" style="position:absolute;left:0;text-align:left;margin-left:9.35pt;margin-top:74.65pt;width:227.25pt;height:5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" fillcolor="white [3201]" strokecolor="white [3212]" strokeweight=".5pt">
                      <v:textbox>
                        <w:txbxContent>
                          <w:p w:rsidR="00562A85" w:rsidRPr="00F94852" w:rsidRDefault="00562A85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>
                              <w:t xml:space="preserve">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1          </w:t>
                            </w:r>
                            <w:r w:rsidR="00E06594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Pull hiver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ab/>
                              <w:t xml:space="preserve">           </w:t>
                            </w:r>
                            <w:r w:rsidR="00E06594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        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1</w:t>
                            </w:r>
                            <w:r w:rsidR="00E06594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9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,</w:t>
                            </w:r>
                            <w:r w:rsidR="001638DA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2</w:t>
                            </w:r>
                            <w:r w:rsidR="00E06594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5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€</w:t>
                            </w:r>
                          </w:p>
                          <w:p w:rsidR="00562A85" w:rsidRPr="00F94852" w:rsidRDefault="00562A85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1         Sauce bolognaise               3,50 €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4852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5CBB23B" wp14:editId="5281665C">
                  <wp:extent cx="2841127" cy="28440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ckets caisse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97"/>
                          <a:stretch/>
                        </pic:blipFill>
                        <pic:spPr bwMode="auto">
                          <a:xfrm>
                            <a:off x="0" y="0"/>
                            <a:ext cx="2841127" cy="28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F94852" w:rsidRDefault="009E2CCF" w:rsidP="00F94852">
            <w:pPr>
              <w:spacing w:after="240" w:line="360" w:lineRule="auto"/>
              <w:jc w:val="center"/>
              <w:rPr>
                <w:rFonts w:ascii="Arial" w:hAnsi="Arial" w:cs="Arial"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1DA0436" wp14:editId="43E05160">
                      <wp:simplePos x="0" y="0"/>
                      <wp:positionH relativeFrom="column">
                        <wp:posOffset>-32051</wp:posOffset>
                      </wp:positionH>
                      <wp:positionV relativeFrom="paragraph">
                        <wp:posOffset>29845</wp:posOffset>
                      </wp:positionV>
                      <wp:extent cx="222695" cy="290179"/>
                      <wp:effectExtent l="0" t="0" r="25400" b="15240"/>
                      <wp:wrapNone/>
                      <wp:docPr id="13" name="Zone de tex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695" cy="2901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9E2CCF" w:rsidRPr="009E2CCF" w:rsidRDefault="009E2CCF" w:rsidP="009E2CC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A0436" id="Zone de texte 13" o:spid="_x0000_s1032" type="#_x0000_t202" style="position:absolute;left:0;text-align:left;margin-left:-2.5pt;margin-top:2.35pt;width:17.55pt;height:22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" fillcolor="white [3201]" strokeweight=".5pt">
                      <v:textbox inset="0,0,0,0">
                        <w:txbxContent>
                          <w:p w:rsidR="009E2CCF" w:rsidRPr="009E2CCF" w:rsidRDefault="009E2CCF" w:rsidP="009E2C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2A85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A202C9" wp14:editId="3851A61F">
                      <wp:simplePos x="0" y="0"/>
                      <wp:positionH relativeFrom="column">
                        <wp:posOffset>121392</wp:posOffset>
                      </wp:positionH>
                      <wp:positionV relativeFrom="paragraph">
                        <wp:posOffset>848744</wp:posOffset>
                      </wp:positionV>
                      <wp:extent cx="2886075" cy="739775"/>
                      <wp:effectExtent l="0" t="0" r="28575" b="22225"/>
                      <wp:wrapNone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86075" cy="73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562A85" w:rsidRPr="00F94852" w:rsidRDefault="00562A85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1          Paquet de </w:t>
                                  </w:r>
                                  <w:r w:rsidR="00DA47D9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riz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ab/>
                                    <w:t xml:space="preserve">           </w:t>
                                  </w:r>
                                  <w:r w:rsidR="00DA47D9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0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,</w:t>
                                  </w:r>
                                  <w:r w:rsidR="00DA47D9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65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€</w:t>
                                  </w:r>
                                </w:p>
                                <w:p w:rsidR="00562A85" w:rsidRPr="00F94852" w:rsidRDefault="00562A85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1        </w:t>
                                  </w:r>
                                  <w:r w:rsidR="00C6194B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Sauce </w:t>
                                  </w:r>
                                  <w:r w:rsidR="00C6194B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au curry    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         </w:t>
                                  </w:r>
                                  <w:r w:rsidR="00C6194B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</w:t>
                                  </w:r>
                                  <w:r w:rsidR="00C6194B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2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,0</w:t>
                                  </w:r>
                                  <w:r w:rsidR="00C6194B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5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202C9" id="Zone de texte 16" o:spid="_x0000_s1033" type="#_x0000_t202" style="position:absolute;left:0;text-align:left;margin-left:9.55pt;margin-top:66.85pt;width:227.25pt;height:5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" fillcolor="white [3201]" strokecolor="white [3212]" strokeweight=".5pt">
                      <v:textbox>
                        <w:txbxContent>
                          <w:p w:rsidR="00562A85" w:rsidRPr="00F94852" w:rsidRDefault="00562A85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>
                              <w:t xml:space="preserve">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1          Paquet de </w:t>
                            </w:r>
                            <w:r w:rsidR="00DA47D9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riz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ab/>
                              <w:t xml:space="preserve">           </w:t>
                            </w:r>
                            <w:r w:rsidR="00DA47D9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0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,</w:t>
                            </w:r>
                            <w:r w:rsidR="00DA47D9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65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€</w:t>
                            </w:r>
                          </w:p>
                          <w:p w:rsidR="00562A85" w:rsidRPr="00F94852" w:rsidRDefault="00562A85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1        </w:t>
                            </w:r>
                            <w:r w:rsidR="00C6194B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Sauce </w:t>
                            </w:r>
                            <w:r w:rsidR="00C6194B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au curry    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         </w:t>
                            </w:r>
                            <w:r w:rsidR="00C6194B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</w:t>
                            </w:r>
                            <w:r w:rsidR="00C6194B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2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,0</w:t>
                            </w:r>
                            <w:r w:rsidR="00C6194B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5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4852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5CBB23B" wp14:editId="5281665C">
                  <wp:extent cx="2841127" cy="28440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ckets caisse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97"/>
                          <a:stretch/>
                        </pic:blipFill>
                        <pic:spPr bwMode="auto">
                          <a:xfrm>
                            <a:off x="0" y="0"/>
                            <a:ext cx="2841127" cy="28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852" w:rsidTr="009E2CCF">
        <w:tc>
          <w:tcPr>
            <w:tcW w:w="5228" w:type="dxa"/>
          </w:tcPr>
          <w:p w:rsidR="00F94852" w:rsidRDefault="009E2CCF" w:rsidP="00F94852">
            <w:pPr>
              <w:spacing w:after="240" w:line="360" w:lineRule="auto"/>
              <w:jc w:val="center"/>
              <w:rPr>
                <w:rFonts w:ascii="Arial" w:hAnsi="Arial" w:cs="Arial"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DA0436" wp14:editId="43E05160">
                      <wp:simplePos x="0" y="0"/>
                      <wp:positionH relativeFrom="column">
                        <wp:posOffset>-25779</wp:posOffset>
                      </wp:positionH>
                      <wp:positionV relativeFrom="paragraph">
                        <wp:posOffset>33743</wp:posOffset>
                      </wp:positionV>
                      <wp:extent cx="222695" cy="290179"/>
                      <wp:effectExtent l="0" t="0" r="25400" b="15240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695" cy="2901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9E2CCF" w:rsidRPr="009E2CCF" w:rsidRDefault="009E2CCF" w:rsidP="009E2CC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A0436" id="Zone de texte 6" o:spid="_x0000_s1034" type="#_x0000_t202" style="position:absolute;left:0;text-align:left;margin-left:-2.05pt;margin-top:2.65pt;width:17.55pt;height:2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" fillcolor="white [3201]" strokeweight=".5pt">
                      <v:textbox inset="0,0,0,0">
                        <w:txbxContent>
                          <w:p w:rsidR="009E2CCF" w:rsidRPr="009E2CCF" w:rsidRDefault="009E2CCF" w:rsidP="009E2C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2A85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A202C9" wp14:editId="3851A61F">
                      <wp:simplePos x="0" y="0"/>
                      <wp:positionH relativeFrom="column">
                        <wp:posOffset>109314</wp:posOffset>
                      </wp:positionH>
                      <wp:positionV relativeFrom="paragraph">
                        <wp:posOffset>958209</wp:posOffset>
                      </wp:positionV>
                      <wp:extent cx="2886075" cy="739775"/>
                      <wp:effectExtent l="0" t="0" r="28575" b="22225"/>
                      <wp:wrapNone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86075" cy="73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562A85" w:rsidRPr="00F94852" w:rsidRDefault="00562A85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1          </w:t>
                                  </w:r>
                                  <w:r w:rsidR="00C6194B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Dictionnaire  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ab/>
                                    <w:t xml:space="preserve">          1</w:t>
                                  </w:r>
                                  <w:r w:rsidR="00C6194B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9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,</w:t>
                                  </w:r>
                                  <w:r w:rsidR="00C6194B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95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€</w:t>
                                  </w:r>
                                </w:p>
                                <w:p w:rsidR="00562A85" w:rsidRPr="00F94852" w:rsidRDefault="00562A85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1         </w:t>
                                  </w:r>
                                  <w:r w:rsidR="00C6194B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Livre « Le zoo »                  5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,50 €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202C9" id="Zone de texte 17" o:spid="_x0000_s1035" type="#_x0000_t202" style="position:absolute;left:0;text-align:left;margin-left:8.6pt;margin-top:75.45pt;width:227.25pt;height:5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" fillcolor="white [3201]" strokecolor="white [3212]" strokeweight=".5pt">
                      <v:textbox>
                        <w:txbxContent>
                          <w:p w:rsidR="00562A85" w:rsidRPr="00F94852" w:rsidRDefault="00562A85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>
                              <w:t xml:space="preserve">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1          </w:t>
                            </w:r>
                            <w:r w:rsidR="00C6194B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Dictionnaire  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ab/>
                              <w:t xml:space="preserve">          1</w:t>
                            </w:r>
                            <w:r w:rsidR="00C6194B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9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,</w:t>
                            </w:r>
                            <w:r w:rsidR="00C6194B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95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€</w:t>
                            </w:r>
                          </w:p>
                          <w:p w:rsidR="00562A85" w:rsidRPr="00F94852" w:rsidRDefault="00562A85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1         </w:t>
                            </w:r>
                            <w:r w:rsidR="00C6194B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Livre « Le zoo »                  5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,50 €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4852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5CBB23B" wp14:editId="5281665C">
                  <wp:extent cx="2841127" cy="28440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ckets caisse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97"/>
                          <a:stretch/>
                        </pic:blipFill>
                        <pic:spPr bwMode="auto">
                          <a:xfrm>
                            <a:off x="0" y="0"/>
                            <a:ext cx="2841127" cy="28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F94852" w:rsidRDefault="009E2CCF" w:rsidP="00F94852">
            <w:pPr>
              <w:spacing w:after="240" w:line="360" w:lineRule="auto"/>
              <w:jc w:val="center"/>
              <w:rPr>
                <w:rFonts w:ascii="Arial" w:hAnsi="Arial" w:cs="Arial"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DA0436" wp14:editId="43E05160">
                      <wp:simplePos x="0" y="0"/>
                      <wp:positionH relativeFrom="column">
                        <wp:posOffset>-14896</wp:posOffset>
                      </wp:positionH>
                      <wp:positionV relativeFrom="paragraph">
                        <wp:posOffset>33744</wp:posOffset>
                      </wp:positionV>
                      <wp:extent cx="222695" cy="290179"/>
                      <wp:effectExtent l="0" t="0" r="25400" b="15240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695" cy="2901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9E2CCF" w:rsidRPr="009E2CCF" w:rsidRDefault="009E2CCF" w:rsidP="009E2CC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A0436" id="Zone de texte 12" o:spid="_x0000_s1036" type="#_x0000_t202" style="position:absolute;left:0;text-align:left;margin-left:-1.15pt;margin-top:2.65pt;width:17.55pt;height:2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" fillcolor="white [3201]" strokeweight=".5pt">
                      <v:textbox inset="0,0,0,0">
                        <w:txbxContent>
                          <w:p w:rsidR="009E2CCF" w:rsidRPr="009E2CCF" w:rsidRDefault="009E2CCF" w:rsidP="009E2C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2A85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A202C9" wp14:editId="3851A61F">
                      <wp:simplePos x="0" y="0"/>
                      <wp:positionH relativeFrom="column">
                        <wp:posOffset>166527</wp:posOffset>
                      </wp:positionH>
                      <wp:positionV relativeFrom="paragraph">
                        <wp:posOffset>956418</wp:posOffset>
                      </wp:positionV>
                      <wp:extent cx="2886075" cy="948141"/>
                      <wp:effectExtent l="0" t="0" r="28575" b="23495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86075" cy="94814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562A85" w:rsidRPr="00F94852" w:rsidRDefault="00562A85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1          Paquet de </w:t>
                                  </w:r>
                                  <w:r w:rsidR="00221483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cookies   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         </w:t>
                                  </w:r>
                                  <w:r w:rsidR="00221483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2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,</w:t>
                                  </w:r>
                                  <w:r w:rsidR="00221483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55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€</w:t>
                                  </w:r>
                                </w:p>
                                <w:p w:rsidR="00562A85" w:rsidRDefault="00562A85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1         </w:t>
                                  </w:r>
                                  <w:r w:rsidR="00221483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Paquet de bonbons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 xml:space="preserve">             </w:t>
                                  </w:r>
                                  <w:r w:rsidR="00221483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0</w:t>
                                  </w:r>
                                  <w:r w:rsidRPr="00F94852"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,50 €</w:t>
                                  </w:r>
                                </w:p>
                                <w:p w:rsidR="00221483" w:rsidRPr="00F94852" w:rsidRDefault="00221483" w:rsidP="00562A85">
                                  <w:pP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color w:val="767171" w:themeColor="background2" w:themeShade="80"/>
                                      <w:sz w:val="28"/>
                                    </w:rPr>
                                    <w:t>1          kilo de sucre                        2,05 €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202C9" id="Zone de texte 18" o:spid="_x0000_s1037" type="#_x0000_t202" style="position:absolute;left:0;text-align:left;margin-left:13.1pt;margin-top:75.3pt;width:227.25pt;height:7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" fillcolor="white [3201]" strokecolor="white [3212]" strokeweight=".5pt">
                      <v:textbox>
                        <w:txbxContent>
                          <w:p w:rsidR="00562A85" w:rsidRPr="00F94852" w:rsidRDefault="00562A85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>
                              <w:t xml:space="preserve">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1          Paquet de </w:t>
                            </w:r>
                            <w:r w:rsidR="00221483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cookies   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         </w:t>
                            </w:r>
                            <w:r w:rsidR="00221483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2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,</w:t>
                            </w:r>
                            <w:r w:rsidR="00221483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55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€</w:t>
                            </w:r>
                          </w:p>
                          <w:p w:rsidR="00562A85" w:rsidRDefault="00562A85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1         </w:t>
                            </w:r>
                            <w:r w:rsidR="00221483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Paquet de bonbons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 xml:space="preserve">             </w:t>
                            </w:r>
                            <w:r w:rsidR="00221483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0</w:t>
                            </w:r>
                            <w:r w:rsidRPr="00F94852"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,50 €</w:t>
                            </w:r>
                          </w:p>
                          <w:p w:rsidR="00221483" w:rsidRPr="00F94852" w:rsidRDefault="00221483" w:rsidP="00562A85">
                            <w:pP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767171" w:themeColor="background2" w:themeShade="80"/>
                                <w:sz w:val="28"/>
                              </w:rPr>
                              <w:t>1          kilo de sucre                        2,05 €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4852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5CBB23B" wp14:editId="5281665C">
                  <wp:extent cx="2841127" cy="28440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ckets caisse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97"/>
                          <a:stretch/>
                        </pic:blipFill>
                        <pic:spPr bwMode="auto">
                          <a:xfrm>
                            <a:off x="0" y="0"/>
                            <a:ext cx="2841127" cy="28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4507" w:rsidRPr="007E024D" w:rsidRDefault="00764507" w:rsidP="00F94852">
      <w:pPr>
        <w:spacing w:after="240" w:line="360" w:lineRule="auto"/>
        <w:rPr>
          <w:rFonts w:ascii="Arial" w:hAnsi="Arial" w:cs="Arial"/>
          <w:sz w:val="28"/>
        </w:rPr>
      </w:pPr>
    </w:p>
    <w:sectPr w:rsidR="00764507" w:rsidRPr="007E024D" w:rsidSect="0035417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179"/>
    <w:rsid w:val="001638DA"/>
    <w:rsid w:val="001D645B"/>
    <w:rsid w:val="00221483"/>
    <w:rsid w:val="00354179"/>
    <w:rsid w:val="005175A3"/>
    <w:rsid w:val="00562A85"/>
    <w:rsid w:val="005C426C"/>
    <w:rsid w:val="005F7238"/>
    <w:rsid w:val="00764507"/>
    <w:rsid w:val="007E024D"/>
    <w:rsid w:val="009E2CCF"/>
    <w:rsid w:val="00C6194B"/>
    <w:rsid w:val="00CF3197"/>
    <w:rsid w:val="00DA47D9"/>
    <w:rsid w:val="00E06594"/>
    <w:rsid w:val="00F9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0C80"/>
  <w15:chartTrackingRefBased/>
  <w15:docId w15:val="{B4A46D08-B7A7-47EA-B903-DD76BC102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4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9</cp:revision>
  <cp:lastPrinted>2017-01-29T13:23:00Z</cp:lastPrinted>
  <dcterms:created xsi:type="dcterms:W3CDTF">2017-01-29T13:19:00Z</dcterms:created>
  <dcterms:modified xsi:type="dcterms:W3CDTF">2018-02-10T16:58:00Z</dcterms:modified>
</cp:coreProperties>
</file>